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426A">
        <w:rPr>
          <w:rFonts w:ascii="Corbel" w:hAnsi="Corbel"/>
          <w:i/>
          <w:smallCaps/>
          <w:sz w:val="24"/>
          <w:szCs w:val="24"/>
        </w:rPr>
        <w:t>2019-2020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430882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wychowawczo -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dydaktyczna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D36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D36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71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CE5C2D"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4308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30882">
        <w:rPr>
          <w:rFonts w:ascii="Corbel" w:hAnsi="Corbel"/>
          <w:b w:val="0"/>
          <w:smallCaps w:val="0"/>
          <w:szCs w:val="24"/>
        </w:rPr>
        <w:t>- zaliczenie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związanej z planowaniem i prowadzeniem zajęć dydaktyczno- wychowawczych na poziomie przedszkola i klas I-III szkoły podstawowej; umi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jętności 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roz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mienia zjawisk wychowawczych w oparciu o  wiedzę wyniesioną z przedmiotów obejmujących przygotowanie psychologiczno – pedagogiczne.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studentów do wykonywania zawodu nauczyciela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szkola i klas I-III szkoły podstawowej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9C54AE" w:rsidRDefault="004735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Default="00473513" w:rsidP="00195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25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47351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i prowadzenie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Default="0075320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Default="007532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71D0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codzienną rolę nauczyciela w organizowaniu śr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088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:rsidTr="00371D0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kontekstowość, otwartość  i zmienność codziennych działań wychowawczych i dydaktycznych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czyciela </w:t>
            </w:r>
          </w:p>
        </w:tc>
        <w:tc>
          <w:tcPr>
            <w:tcW w:w="1873" w:type="dxa"/>
            <w:vAlign w:val="center"/>
          </w:tcPr>
          <w:p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:rsidTr="00371D0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706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modzielnego planowania i realizowania pracy wychowa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czo – dydaktycznej w przedszkolu i klasach I-III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 xml:space="preserve"> szkoły po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>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:rsidR="00430882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U010</w:t>
            </w:r>
          </w:p>
        </w:tc>
      </w:tr>
      <w:tr w:rsidR="0061368E" w:rsidRPr="009C54AE" w:rsidTr="00371D0B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:rsidR="0061368E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61368E" w:rsidRPr="009C54AE" w:rsidTr="00371D0B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Default="00DD0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gotów do rozwijania swojego przygotowania mer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torycznego we współpracy z nauczycielami i specjalistami</w:t>
            </w:r>
          </w:p>
        </w:tc>
        <w:tc>
          <w:tcPr>
            <w:tcW w:w="1873" w:type="dxa"/>
            <w:vAlign w:val="center"/>
          </w:tcPr>
          <w:p w:rsidR="0061368E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B56017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03812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  <w:tr w:rsidR="00932EA6" w:rsidRPr="009C54AE" w:rsidTr="00923D7D">
        <w:tc>
          <w:tcPr>
            <w:tcW w:w="9639" w:type="dxa"/>
          </w:tcPr>
          <w:p w:rsidR="00932EA6" w:rsidRDefault="00932EA6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włączanie się w realizację zadań placówki – udzielanie pomocy zatrudnionym w niej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pracownikom.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Samodzielne przygotowanie i prowadzenie zajęć oraz prowadzenie wymaganej dokumentacji.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686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371D0B">
        <w:tc>
          <w:tcPr>
            <w:tcW w:w="1985" w:type="dxa"/>
          </w:tcPr>
          <w:p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371D0B">
        <w:tc>
          <w:tcPr>
            <w:tcW w:w="1985" w:type="dxa"/>
          </w:tcPr>
          <w:p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371D0B">
        <w:tc>
          <w:tcPr>
            <w:tcW w:w="1985" w:type="dxa"/>
          </w:tcPr>
          <w:p w:rsidR="00B14080" w:rsidRPr="009C54AE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371D0B">
        <w:tc>
          <w:tcPr>
            <w:tcW w:w="1985" w:type="dxa"/>
          </w:tcPr>
          <w:p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371D0B">
        <w:tc>
          <w:tcPr>
            <w:tcW w:w="1985" w:type="dxa"/>
          </w:tcPr>
          <w:p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B365B">
              <w:rPr>
                <w:rFonts w:ascii="Corbel" w:hAnsi="Corbel"/>
                <w:sz w:val="24"/>
                <w:szCs w:val="24"/>
              </w:rPr>
              <w:t>, opracowanie dok</w:t>
            </w:r>
            <w:r w:rsidR="00EB365B">
              <w:rPr>
                <w:rFonts w:ascii="Corbel" w:hAnsi="Corbel"/>
                <w:sz w:val="24"/>
                <w:szCs w:val="24"/>
              </w:rPr>
              <w:t>u</w:t>
            </w:r>
            <w:r w:rsidR="00EB365B">
              <w:rPr>
                <w:rFonts w:ascii="Corbel" w:hAnsi="Corbel"/>
                <w:sz w:val="24"/>
                <w:szCs w:val="24"/>
              </w:rPr>
              <w:t>mentacji praktyk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F28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brzych 1994, UNU</w:t>
            </w:r>
          </w:p>
          <w:p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371D0B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dziecka w skupieniu uwagi i 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FD5" w:rsidRDefault="00C54FD5" w:rsidP="00C16ABF">
      <w:pPr>
        <w:spacing w:after="0" w:line="240" w:lineRule="auto"/>
      </w:pPr>
      <w:r>
        <w:separator/>
      </w:r>
    </w:p>
  </w:endnote>
  <w:endnote w:type="continuationSeparator" w:id="0">
    <w:p w:rsidR="00C54FD5" w:rsidRDefault="00C54F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FD5" w:rsidRDefault="00C54FD5" w:rsidP="00C16ABF">
      <w:pPr>
        <w:spacing w:after="0" w:line="240" w:lineRule="auto"/>
      </w:pPr>
      <w:r>
        <w:separator/>
      </w:r>
    </w:p>
  </w:footnote>
  <w:footnote w:type="continuationSeparator" w:id="0">
    <w:p w:rsidR="00C54FD5" w:rsidRDefault="00C54FD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A374DA"/>
    <w:multiLevelType w:val="hybridMultilevel"/>
    <w:tmpl w:val="591864F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A28C9"/>
    <w:multiLevelType w:val="hybridMultilevel"/>
    <w:tmpl w:val="BC382F9C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16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367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71D0B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882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EA6"/>
    <w:rsid w:val="009508DF"/>
    <w:rsid w:val="00950DAC"/>
    <w:rsid w:val="00954A07"/>
    <w:rsid w:val="009910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B1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EFD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FD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C2D"/>
    <w:rsid w:val="00CF25BE"/>
    <w:rsid w:val="00CF78ED"/>
    <w:rsid w:val="00D02B25"/>
    <w:rsid w:val="00D02EBA"/>
    <w:rsid w:val="00D13B7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B365B"/>
    <w:rsid w:val="00EC4899"/>
    <w:rsid w:val="00ED03AB"/>
    <w:rsid w:val="00ED32D2"/>
    <w:rsid w:val="00EE32DE"/>
    <w:rsid w:val="00EE5457"/>
    <w:rsid w:val="00F003DF"/>
    <w:rsid w:val="00F070AB"/>
    <w:rsid w:val="00F17567"/>
    <w:rsid w:val="00F25305"/>
    <w:rsid w:val="00F259E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B12BB-3F9D-453D-ABF0-4C764FB3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2019-02-06T12:12:00Z</cp:lastPrinted>
  <dcterms:created xsi:type="dcterms:W3CDTF">2019-11-13T22:36:00Z</dcterms:created>
  <dcterms:modified xsi:type="dcterms:W3CDTF">2021-01-22T08:42:00Z</dcterms:modified>
</cp:coreProperties>
</file>